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F82" w:rsidRPr="00F5351C" w:rsidRDefault="004F0F82" w:rsidP="004F0F82">
      <w:pPr>
        <w:rPr>
          <w:b/>
        </w:rPr>
      </w:pPr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0" w:name="默认IP地址"/>
      <w:bookmarkEnd w:id="0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sdk</w:t>
      </w:r>
      <w:r>
        <w:rPr>
          <w:rFonts w:hint="eastAsia"/>
        </w:rPr>
        <w:t>端口号：</w:t>
      </w:r>
      <w:bookmarkStart w:id="1" w:name="sdk端口号"/>
      <w:bookmarkEnd w:id="1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2" w:name="默认用户"/>
      <w:bookmarkEnd w:id="2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3" w:name="默认密码"/>
      <w:bookmarkEnd w:id="3"/>
    </w:p>
    <w:p w:rsidR="004F0F82" w:rsidRDefault="007F147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4" w:name="Demo类型"/>
      <w:r w:rsidR="00C0628A">
        <w:rPr>
          <w:rFonts w:hint="eastAsia"/>
        </w:rPr>
        <w:t>基线菜单</w:t>
      </w:r>
      <w:bookmarkEnd w:id="4"/>
    </w:p>
    <w:p w:rsidR="008B5EB6" w:rsidRDefault="008B5EB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5" w:name="POEIP地址"/>
      <w:bookmarkEnd w:id="5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6" w:name="OEMCODE"/>
      <w:bookmarkEnd w:id="6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7" w:name="修改时间"/>
      <w:r w:rsidR="00C0628A">
        <w:rPr>
          <w:rFonts w:hint="eastAsia"/>
        </w:rPr>
        <w:t>是</w:t>
      </w:r>
      <w:bookmarkEnd w:id="7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时区：</w:t>
      </w:r>
      <w:bookmarkStart w:id="8" w:name="时区"/>
      <w:r w:rsidR="00C0628A">
        <w:t>(GMT-05:00) Eastern Time(U.S. &amp; Canada)</w:t>
      </w:r>
      <w:bookmarkEnd w:id="8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调整标准：</w:t>
      </w:r>
      <w:bookmarkStart w:id="9" w:name="调整标准"/>
      <w:bookmarkEnd w:id="9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开启夏令时：</w:t>
      </w:r>
      <w:bookmarkStart w:id="10" w:name="夏令时"/>
      <w:r w:rsidR="00C0628A">
        <w:rPr>
          <w:rFonts w:hint="eastAsia"/>
        </w:rPr>
        <w:t>否</w:t>
      </w:r>
      <w:bookmarkEnd w:id="10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起始时间：</w:t>
      </w:r>
      <w:bookmarkStart w:id="11" w:name="起始时间"/>
      <w:bookmarkEnd w:id="11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结束时间：</w:t>
      </w:r>
      <w:bookmarkStart w:id="12" w:name="结束时间"/>
      <w:bookmarkEnd w:id="12"/>
    </w:p>
    <w:p w:rsidR="004678D9" w:rsidRDefault="00BE4EB2" w:rsidP="00BE4EB2">
      <w:pPr>
        <w:pStyle w:val="a7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3" w:name="是否登录超级用户"/>
      <w:r w:rsidR="00C0628A">
        <w:rPr>
          <w:rFonts w:hint="eastAsia"/>
        </w:rPr>
        <w:t>否</w:t>
      </w:r>
      <w:bookmarkEnd w:id="13"/>
    </w:p>
    <w:p w:rsidR="004678D9" w:rsidRDefault="004678D9" w:rsidP="004678D9">
      <w:pPr>
        <w:pStyle w:val="a7"/>
        <w:ind w:left="360" w:firstLineChars="0" w:firstLine="0"/>
      </w:pPr>
      <w:r>
        <w:rPr>
          <w:rFonts w:hint="eastAsia"/>
        </w:rPr>
        <w:t>登录用户名：</w:t>
      </w:r>
      <w:bookmarkStart w:id="14" w:name="超级用户"/>
      <w:bookmarkEnd w:id="14"/>
    </w:p>
    <w:p w:rsidR="00BE4EB2" w:rsidRPr="004678D9" w:rsidRDefault="00BE4EB2" w:rsidP="004678D9">
      <w:pPr>
        <w:pStyle w:val="a7"/>
        <w:ind w:left="360" w:firstLineChars="0" w:firstLine="0"/>
      </w:pPr>
      <w:r>
        <w:rPr>
          <w:rFonts w:hint="eastAsia"/>
        </w:rPr>
        <w:t>登录密码：</w:t>
      </w:r>
      <w:bookmarkStart w:id="15" w:name="超级密码"/>
      <w:bookmarkEnd w:id="15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6" w:name="默认语言"/>
      <w:bookmarkEnd w:id="16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7" w:name="默认制式"/>
      <w:r w:rsidR="00C0628A">
        <w:rPr>
          <w:rFonts w:hint="eastAsia"/>
        </w:rPr>
        <w:t>N</w:t>
      </w:r>
      <w:r w:rsidR="00C0628A">
        <w:rPr>
          <w:rFonts w:hint="eastAsia"/>
        </w:rPr>
        <w:t>制</w:t>
      </w:r>
      <w:bookmarkEnd w:id="17"/>
    </w:p>
    <w:p w:rsidR="008F2B18" w:rsidRDefault="00BE4EB2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8" w:name="是否支持自定义"/>
      <w:r w:rsidR="00C0628A">
        <w:rPr>
          <w:rFonts w:hint="eastAsia"/>
        </w:rPr>
        <w:t>是</w:t>
      </w:r>
      <w:bookmarkEnd w:id="18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7"/>
        <w:ind w:left="360" w:firstLineChars="0" w:firstLine="0"/>
      </w:pPr>
      <w:bookmarkStart w:id="19" w:name="配套IPC"/>
      <w:bookmarkEnd w:id="19"/>
    </w:p>
    <w:p w:rsidR="008F2B18" w:rsidRDefault="004678D9" w:rsidP="008F2B18">
      <w:pPr>
        <w:pStyle w:val="a7"/>
        <w:numPr>
          <w:ilvl w:val="0"/>
          <w:numId w:val="1"/>
        </w:numPr>
        <w:ind w:firstLineChars="0"/>
      </w:pPr>
      <w:r w:rsidRPr="00C909E8">
        <w:rPr>
          <w:rFonts w:hint="eastAsia"/>
        </w:rPr>
        <w:t>ptz</w:t>
      </w:r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r w:rsidRPr="00C909E8">
        <w:rPr>
          <w:rFonts w:hint="eastAsia"/>
        </w:rPr>
        <w:t>ipc</w:t>
      </w:r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C0628A" w:rsidRDefault="00C0628A" w:rsidP="00D0321A">
      <w:pPr>
        <w:pStyle w:val="a7"/>
        <w:ind w:left="360" w:firstLineChars="0" w:firstLine="0"/>
      </w:pPr>
      <w:bookmarkStart w:id="20" w:name="PTZ协议"/>
      <w:r>
        <w:rPr>
          <w:rFonts w:hint="eastAsia"/>
        </w:rPr>
        <w:t>ipc</w:t>
      </w:r>
      <w:r w:rsidR="00150E05">
        <w:rPr>
          <w:rFonts w:hint="eastAsia"/>
        </w:rPr>
        <w:t>协议</w:t>
      </w:r>
      <w:r w:rsidR="00150E05">
        <w:rPr>
          <w:rFonts w:hint="eastAsia"/>
        </w:rPr>
        <w:t>复制</w:t>
      </w:r>
      <w:r w:rsidR="00150E05">
        <w:rPr>
          <w:rFonts w:hint="eastAsia"/>
        </w:rPr>
        <w:t>HIKVISION</w:t>
      </w:r>
      <w:r w:rsidR="00150E05">
        <w:rPr>
          <w:rFonts w:hint="eastAsia"/>
        </w:rPr>
        <w:t>为</w:t>
      </w:r>
      <w:r w:rsidR="00150E05">
        <w:t>IP</w:t>
      </w:r>
      <w:r w:rsidR="00150E05">
        <w:rPr>
          <w:rFonts w:hint="eastAsia"/>
        </w:rPr>
        <w:t>CAM</w:t>
      </w:r>
      <w:r w:rsidR="00150E05">
        <w:rPr>
          <w:rFonts w:hint="eastAsia"/>
        </w:rPr>
        <w:t>，设为默认</w:t>
      </w:r>
    </w:p>
    <w:bookmarkEnd w:id="20"/>
    <w:p w:rsidR="00D0321A" w:rsidRDefault="005473A4" w:rsidP="005473A4">
      <w:pPr>
        <w:ind w:firstLineChars="200" w:firstLine="420"/>
      </w:pPr>
      <w:r>
        <w:rPr>
          <w:rFonts w:hint="eastAsia"/>
        </w:rPr>
        <w:t>ptz</w:t>
      </w:r>
      <w:r>
        <w:rPr>
          <w:rFonts w:hint="eastAsia"/>
        </w:rPr>
        <w:t>协议模拟相机接入，默认</w:t>
      </w:r>
      <w:r>
        <w:rPr>
          <w:rFonts w:hint="eastAsia"/>
        </w:rPr>
        <w:t>UTC</w:t>
      </w:r>
      <w:r>
        <w:rPr>
          <w:rFonts w:hint="eastAsia"/>
        </w:rPr>
        <w:t>，网络相机接入，复制</w:t>
      </w:r>
      <w:r>
        <w:rPr>
          <w:rFonts w:hint="eastAsia"/>
        </w:rPr>
        <w:t>HIKVISION</w:t>
      </w:r>
      <w:r>
        <w:rPr>
          <w:rFonts w:hint="eastAsia"/>
        </w:rPr>
        <w:t>为</w:t>
      </w:r>
      <w:r>
        <w:rPr>
          <w:rFonts w:hint="eastAsia"/>
        </w:rPr>
        <w:t>HDCAM</w:t>
      </w:r>
      <w:r>
        <w:rPr>
          <w:rFonts w:hint="eastAsia"/>
        </w:rPr>
        <w:t>，设为默认</w:t>
      </w:r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7"/>
        <w:ind w:left="360" w:firstLineChars="0" w:firstLine="0"/>
      </w:pPr>
      <w:bookmarkStart w:id="21" w:name="码流类型"/>
      <w:bookmarkEnd w:id="21"/>
    </w:p>
    <w:p w:rsidR="00150E05" w:rsidRDefault="00E70F9A" w:rsidP="00E70F9A">
      <w:pPr>
        <w:pStyle w:val="a7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定时重启功能</w:t>
      </w:r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2" w:name="定制重启"/>
      <w:bookmarkEnd w:id="22"/>
      <w:r w:rsidR="00150E05">
        <w:rPr>
          <w:rFonts w:hint="eastAsia"/>
        </w:rPr>
        <w:t>默认关闭</w:t>
      </w:r>
      <w:bookmarkStart w:id="23" w:name="_GoBack"/>
      <w:bookmarkEnd w:id="23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4" w:name="预览权限"/>
      <w:bookmarkEnd w:id="24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5" w:name="序列号显示"/>
      <w:r w:rsidR="00C0628A">
        <w:rPr>
          <w:rFonts w:hint="eastAsia"/>
        </w:rPr>
        <w:t>一致</w:t>
      </w:r>
      <w:bookmarkEnd w:id="25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6" w:name="版本号显示"/>
      <w:bookmarkEnd w:id="26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7"/>
        <w:ind w:left="360" w:firstLineChars="0" w:firstLine="0"/>
      </w:pPr>
      <w:bookmarkStart w:id="27" w:name="T1定制"/>
      <w:bookmarkEnd w:id="27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7"/>
        <w:ind w:left="360" w:firstLineChars="0" w:firstLine="0"/>
      </w:pPr>
      <w:bookmarkStart w:id="28" w:name="串口定制"/>
      <w:bookmarkEnd w:id="28"/>
    </w:p>
    <w:p w:rsidR="00F72699" w:rsidRDefault="00781F7C" w:rsidP="00F7269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E75A02" w:rsidRPr="008F2B18" w:rsidRDefault="00C22C93" w:rsidP="00E75A02">
      <w:pPr>
        <w:pStyle w:val="a7"/>
        <w:ind w:left="360" w:firstLineChars="0" w:firstLine="0"/>
      </w:pPr>
      <w:bookmarkStart w:id="29" w:name="其它"/>
      <w:bookmarkEnd w:id="29"/>
      <w:r w:rsidRPr="00C22C93">
        <w:rPr>
          <w:rFonts w:hint="eastAsia"/>
        </w:rPr>
        <w:t>基线可以升级成大中性，大中性不可以升级成基线</w:t>
      </w:r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171" w:rsidRDefault="00100171" w:rsidP="000238EB">
      <w:r>
        <w:separator/>
      </w:r>
    </w:p>
  </w:endnote>
  <w:endnote w:type="continuationSeparator" w:id="0">
    <w:p w:rsidR="00100171" w:rsidRDefault="00100171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171" w:rsidRDefault="00100171" w:rsidP="000238EB">
      <w:r>
        <w:separator/>
      </w:r>
    </w:p>
  </w:footnote>
  <w:footnote w:type="continuationSeparator" w:id="0">
    <w:p w:rsidR="00100171" w:rsidRDefault="00100171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100171"/>
    <w:rsid w:val="00137232"/>
    <w:rsid w:val="00150E05"/>
    <w:rsid w:val="001C4A15"/>
    <w:rsid w:val="00287820"/>
    <w:rsid w:val="002E0035"/>
    <w:rsid w:val="0036276E"/>
    <w:rsid w:val="003D07F5"/>
    <w:rsid w:val="004678D9"/>
    <w:rsid w:val="004B1B03"/>
    <w:rsid w:val="004F0F82"/>
    <w:rsid w:val="005307A8"/>
    <w:rsid w:val="005473A4"/>
    <w:rsid w:val="005A24D9"/>
    <w:rsid w:val="005C757A"/>
    <w:rsid w:val="00606AC6"/>
    <w:rsid w:val="006A1644"/>
    <w:rsid w:val="00781F7C"/>
    <w:rsid w:val="007F1476"/>
    <w:rsid w:val="00815B84"/>
    <w:rsid w:val="00842B02"/>
    <w:rsid w:val="008B5EB6"/>
    <w:rsid w:val="008F2B18"/>
    <w:rsid w:val="008F3CBC"/>
    <w:rsid w:val="00953DF9"/>
    <w:rsid w:val="009D751C"/>
    <w:rsid w:val="00B949CC"/>
    <w:rsid w:val="00BE4EB2"/>
    <w:rsid w:val="00C0628A"/>
    <w:rsid w:val="00C22C93"/>
    <w:rsid w:val="00C53741"/>
    <w:rsid w:val="00D0321A"/>
    <w:rsid w:val="00D95D14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E3A5CF"/>
  <w15:docId w15:val="{48E598E5-3E3A-466C-8735-8E646A264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38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38EB"/>
    <w:rPr>
      <w:sz w:val="18"/>
      <w:szCs w:val="18"/>
    </w:rPr>
  </w:style>
  <w:style w:type="paragraph" w:styleId="a7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58B5D-D280-4A24-AF8E-FE898A06A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生产说明文件.dotx</Template>
  <TotalTime>23</TotalTime>
  <Pages>1</Pages>
  <Words>69</Words>
  <Characters>396</Characters>
  <Application>Microsoft Office Word</Application>
  <DocSecurity>0</DocSecurity>
  <Lines>3</Lines>
  <Paragraphs>1</Paragraphs>
  <ScaleCrop>false</ScaleCrop>
  <Company>Microsoft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于金龙8</cp:lastModifiedBy>
  <cp:revision>22</cp:revision>
  <dcterms:created xsi:type="dcterms:W3CDTF">2017-03-23T06:52:00Z</dcterms:created>
  <dcterms:modified xsi:type="dcterms:W3CDTF">2023-03-06T14:51:00Z</dcterms:modified>
</cp:coreProperties>
</file>